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7A35614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53054E4" w14:textId="01CEBF92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16486C98C2B23B4A9156826DA4EDDE7A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11-1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074884">
                  <w:rPr>
                    <w:rStyle w:val="Dokumentdatum"/>
                  </w:rPr>
                  <w:t>11. November 2025</w:t>
                </w:r>
              </w:sdtContent>
            </w:sdt>
          </w:p>
        </w:tc>
      </w:tr>
      <w:tr w:rsidR="004518B4" w:rsidRPr="00D5446F" w14:paraId="09AA87A6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6CE0DDD1" w14:textId="06A8A6C7" w:rsidR="004518B4" w:rsidRPr="00D5446F" w:rsidRDefault="00074884" w:rsidP="004518B4">
            <w:pPr>
              <w:pStyle w:val="Betreff"/>
            </w:pPr>
            <w:r>
              <w:rPr>
                <w:rFonts w:eastAsia="Arial" w:cs="Arial"/>
                <w:sz w:val="36"/>
                <w:szCs w:val="36"/>
              </w:rPr>
              <w:t>ARCHITECT@WORK</w:t>
            </w:r>
            <w:r w:rsidRPr="004C3E3C">
              <w:rPr>
                <w:rFonts w:eastAsia="Arial" w:cs="Arial"/>
                <w:sz w:val="36"/>
                <w:szCs w:val="36"/>
              </w:rPr>
              <w:t xml:space="preserve"> 2025: </w:t>
            </w:r>
            <w:r>
              <w:rPr>
                <w:rFonts w:eastAsia="Arial" w:cs="Arial"/>
                <w:sz w:val="36"/>
                <w:szCs w:val="36"/>
              </w:rPr>
              <w:t>Innovationen in Design und Technik von GEZE</w:t>
            </w:r>
          </w:p>
        </w:tc>
      </w:tr>
    </w:tbl>
    <w:p w14:paraId="6E22B45B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46E0B15" w14:textId="77777777" w:rsidR="006A66F9" w:rsidRPr="00C030FB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C030FB">
        <w:rPr>
          <w:color w:val="002364"/>
        </w:rPr>
        <w:t>Angela Staiber</w:t>
      </w:r>
    </w:p>
    <w:p w14:paraId="4CAC0091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7D9E8FA4" w14:textId="77777777" w:rsidR="006A66F9" w:rsidRDefault="006A66F9" w:rsidP="006A66F9">
      <w:pPr>
        <w:pStyle w:val="Margin"/>
        <w:framePr w:h="1478" w:hRule="exact" w:wrap="around" w:x="8780" w:y="4022"/>
      </w:pPr>
      <w:r w:rsidRPr="00C030FB">
        <w:rPr>
          <w:rStyle w:val="MarginVorsatzwrter"/>
          <w:color w:val="002364"/>
        </w:rPr>
        <w:t>EMAIL</w:t>
      </w:r>
      <w:r w:rsidRPr="00C030FB">
        <w:rPr>
          <w:color w:val="002364"/>
        </w:rPr>
        <w:t xml:space="preserve">  </w:t>
      </w:r>
      <w:hyperlink r:id="rId9" w:tgtFrame="_blank" w:history="1">
        <w:r w:rsidRPr="00C030FB">
          <w:rPr>
            <w:color w:val="002364"/>
          </w:rPr>
          <w:t>a.staiber@geze.com</w:t>
        </w:r>
      </w:hyperlink>
    </w:p>
    <w:p w14:paraId="46F98608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3549B691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D97B9B2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0BBC4D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E7C655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F9522BA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7EDB669" w14:textId="6BA5B23C" w:rsidR="00104446" w:rsidRDefault="00285E67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EB3927F" wp14:editId="1B42BC81">
                  <wp:extent cx="2091895" cy="1394691"/>
                  <wp:effectExtent l="0" t="0" r="3810" b="2540"/>
                  <wp:docPr id="1163934736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3934736" name="Grafik 116393473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7470" cy="140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7BBCE7" w14:textId="78D76B46" w:rsidR="00104446" w:rsidRPr="00C030FB" w:rsidRDefault="00074884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074884">
              <w:rPr>
                <w:rFonts w:cs="Arial"/>
                <w:color w:val="002364"/>
                <w:sz w:val="20"/>
                <w:szCs w:val="20"/>
              </w:rPr>
              <w:t>Auf der ARCHITECT@WORK 2025 zeigt GEZE sein</w:t>
            </w:r>
            <w:r>
              <w:rPr>
                <w:rFonts w:cs="Arial"/>
                <w:color w:val="002364"/>
                <w:sz w:val="20"/>
                <w:szCs w:val="20"/>
              </w:rPr>
              <w:t>e</w:t>
            </w:r>
            <w:r w:rsidRPr="00074884">
              <w:rPr>
                <w:rFonts w:cs="Arial"/>
                <w:color w:val="002364"/>
                <w:sz w:val="20"/>
                <w:szCs w:val="20"/>
              </w:rPr>
              <w:t xml:space="preserve"> innovative</w:t>
            </w:r>
            <w:r>
              <w:rPr>
                <w:rFonts w:cs="Arial"/>
                <w:color w:val="002364"/>
                <w:sz w:val="20"/>
                <w:szCs w:val="20"/>
              </w:rPr>
              <w:t>n Produkte für Planer, Architekten und Innenarchitekten.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70AACD5" w14:textId="149B03F4" w:rsidR="00104446" w:rsidRPr="00104446" w:rsidRDefault="00E91342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© </w:t>
            </w:r>
            <w:r w:rsidR="00FA1CBC" w:rsidRPr="00FA1CBC">
              <w:rPr>
                <w:rFonts w:cs="Arial"/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5FB5AE3C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761E7A6" w14:textId="4CB597A7" w:rsidR="00862803" w:rsidRDefault="00074884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D87B3F0" wp14:editId="13990B85">
                  <wp:extent cx="2152073" cy="1431787"/>
                  <wp:effectExtent l="0" t="0" r="0" b="3810"/>
                  <wp:docPr id="1119546275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546275" name="Grafik 111954627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0928" cy="1450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200C058" w14:textId="10FFDC11" w:rsidR="00862803" w:rsidRPr="000F24A4" w:rsidRDefault="00074884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074884">
              <w:rPr>
                <w:rFonts w:cs="Arial"/>
                <w:color w:val="002364"/>
                <w:sz w:val="20"/>
                <w:szCs w:val="20"/>
              </w:rPr>
              <w:t xml:space="preserve">Mit der neuen </w:t>
            </w:r>
            <w:proofErr w:type="spellStart"/>
            <w:r w:rsidRPr="00074884">
              <w:rPr>
                <w:rFonts w:cs="Arial"/>
                <w:color w:val="002364"/>
                <w:sz w:val="20"/>
                <w:szCs w:val="20"/>
              </w:rPr>
              <w:t>Türschließergeneration</w:t>
            </w:r>
            <w:proofErr w:type="spellEnd"/>
            <w:r w:rsidRPr="00074884">
              <w:rPr>
                <w:rFonts w:cs="Arial"/>
                <w:color w:val="002364"/>
                <w:sz w:val="20"/>
                <w:szCs w:val="20"/>
              </w:rPr>
              <w:t xml:space="preserve"> TS 7000 reagiert GEZE auf stetig steigende Anforderungen an Komfort, Sicherheit und Barrierefreiheit.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1DFBF2B" w14:textId="145BA4F4" w:rsidR="00862803" w:rsidRPr="00104446" w:rsidRDefault="000F24A4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0F24A4">
              <w:rPr>
                <w:rFonts w:cs="Arial"/>
                <w:color w:val="002364"/>
                <w:sz w:val="20"/>
                <w:szCs w:val="20"/>
              </w:rPr>
              <w:t> </w:t>
            </w:r>
            <w:r w:rsidR="004F7170">
              <w:rPr>
                <w:rFonts w:cs="Arial"/>
                <w:color w:val="002364"/>
                <w:sz w:val="20"/>
                <w:szCs w:val="20"/>
              </w:rPr>
              <w:t xml:space="preserve">© </w:t>
            </w:r>
            <w:r w:rsidRPr="000F24A4">
              <w:rPr>
                <w:rFonts w:cs="Arial"/>
                <w:color w:val="002364"/>
                <w:sz w:val="20"/>
                <w:szCs w:val="20"/>
              </w:rPr>
              <w:t>GEZE GmbH</w:t>
            </w:r>
          </w:p>
        </w:tc>
      </w:tr>
    </w:tbl>
    <w:p w14:paraId="7B692EDD" w14:textId="77777777" w:rsidR="008F511E" w:rsidRDefault="008F511E" w:rsidP="00095819">
      <w:pPr>
        <w:rPr>
          <w:lang w:val="en-GB"/>
        </w:rPr>
      </w:pPr>
    </w:p>
    <w:p w14:paraId="4E5EA715" w14:textId="77777777" w:rsidR="00074884" w:rsidRDefault="00074884" w:rsidP="00095819">
      <w:pPr>
        <w:rPr>
          <w:lang w:val="en-GB"/>
        </w:rPr>
      </w:pPr>
    </w:p>
    <w:p w14:paraId="1DB46FEA" w14:textId="77777777" w:rsidR="00074884" w:rsidRPr="006A66F9" w:rsidRDefault="00074884" w:rsidP="00074884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074884" w:rsidRPr="008E4BE2" w14:paraId="662634BF" w14:textId="77777777" w:rsidTr="00FE7BAF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E3618D5" w14:textId="77777777" w:rsidR="00074884" w:rsidRPr="008E4BE2" w:rsidRDefault="00074884" w:rsidP="00FE7BAF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C637F63" w14:textId="77777777" w:rsidR="00074884" w:rsidRPr="008E4BE2" w:rsidRDefault="00074884" w:rsidP="00FE7BA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01AFB44" w14:textId="77777777" w:rsidR="00074884" w:rsidRPr="008E4BE2" w:rsidRDefault="00074884" w:rsidP="00FE7BA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074884" w14:paraId="3D5A5E90" w14:textId="77777777" w:rsidTr="00FE7BAF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2C26371" w14:textId="5E38D71E" w:rsidR="00074884" w:rsidRDefault="00074884" w:rsidP="00FE7BA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5A19575" wp14:editId="42AA1FF6">
                  <wp:extent cx="2142837" cy="1424875"/>
                  <wp:effectExtent l="0" t="0" r="3810" b="0"/>
                  <wp:docPr id="249321272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321272" name="Grafik 24932127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234" cy="1437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66DE102" w14:textId="65B2311E" w:rsidR="00074884" w:rsidRPr="00C030FB" w:rsidRDefault="00074884" w:rsidP="00FE7BAF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Für Designliebhaber: Die elegante Karusselldrehtür </w:t>
            </w:r>
            <w:proofErr w:type="spellStart"/>
            <w:r>
              <w:rPr>
                <w:rFonts w:cs="Arial"/>
                <w:color w:val="002364"/>
                <w:sz w:val="20"/>
                <w:szCs w:val="20"/>
              </w:rPr>
              <w:t>Revo.PRIME</w:t>
            </w:r>
            <w:proofErr w:type="spellEnd"/>
            <w:r>
              <w:rPr>
                <w:rFonts w:cs="Arial"/>
                <w:color w:val="002364"/>
                <w:sz w:val="20"/>
                <w:szCs w:val="20"/>
              </w:rPr>
              <w:t xml:space="preserve"> sorgt in der </w:t>
            </w:r>
            <w:proofErr w:type="spellStart"/>
            <w:r>
              <w:rPr>
                <w:rFonts w:cs="Arial"/>
                <w:color w:val="002364"/>
                <w:sz w:val="20"/>
                <w:szCs w:val="20"/>
              </w:rPr>
              <w:t>Ganzglas</w:t>
            </w:r>
            <w:proofErr w:type="spellEnd"/>
            <w:r>
              <w:rPr>
                <w:rFonts w:cs="Arial"/>
                <w:color w:val="002364"/>
                <w:sz w:val="20"/>
                <w:szCs w:val="20"/>
              </w:rPr>
              <w:t>-Variante für eine spektakuläre Optik.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05DE656" w14:textId="2BC6F3DC" w:rsidR="00074884" w:rsidRPr="00104446" w:rsidRDefault="00E91342" w:rsidP="00FE7BA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© </w:t>
            </w:r>
            <w:r w:rsidR="00074884" w:rsidRPr="00FA1CBC">
              <w:rPr>
                <w:rFonts w:cs="Arial"/>
                <w:color w:val="002364"/>
                <w:sz w:val="20"/>
                <w:szCs w:val="20"/>
              </w:rPr>
              <w:t>GEZE GmbH</w:t>
            </w:r>
          </w:p>
        </w:tc>
      </w:tr>
    </w:tbl>
    <w:p w14:paraId="55E2870B" w14:textId="77777777" w:rsidR="00074884" w:rsidRPr="008F511E" w:rsidRDefault="00074884" w:rsidP="00095819">
      <w:pPr>
        <w:rPr>
          <w:lang w:val="en-GB"/>
        </w:rPr>
      </w:pPr>
    </w:p>
    <w:sectPr w:rsidR="00074884" w:rsidRPr="008F511E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3FE10" w14:textId="77777777" w:rsidR="0087753B" w:rsidRDefault="0087753B" w:rsidP="008D6134">
      <w:pPr>
        <w:spacing w:line="240" w:lineRule="auto"/>
      </w:pPr>
      <w:r>
        <w:separator/>
      </w:r>
    </w:p>
  </w:endnote>
  <w:endnote w:type="continuationSeparator" w:id="0">
    <w:p w14:paraId="646917C0" w14:textId="77777777" w:rsidR="0087753B" w:rsidRDefault="0087753B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69235" w14:textId="77777777" w:rsidR="0087753B" w:rsidRDefault="0087753B" w:rsidP="008D6134">
      <w:pPr>
        <w:spacing w:line="240" w:lineRule="auto"/>
      </w:pPr>
      <w:r>
        <w:separator/>
      </w:r>
    </w:p>
  </w:footnote>
  <w:footnote w:type="continuationSeparator" w:id="0">
    <w:p w14:paraId="25FE8D17" w14:textId="77777777" w:rsidR="0087753B" w:rsidRDefault="0087753B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4518B4" w14:paraId="2DF4820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AED5576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7A99860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182E4C66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C030FB" w:rsidRPr="008B572B">
            <w:t>Presse</w:t>
          </w:r>
          <w:r>
            <w:fldChar w:fldCharType="end"/>
          </w:r>
          <w:r w:rsidR="00695278">
            <w:t>fotos</w:t>
          </w:r>
        </w:p>
        <w:p w14:paraId="43359B74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E1BAE2B" w14:textId="77777777" w:rsidTr="00B556B7">
      <w:trPr>
        <w:trHeight w:hRule="exact" w:val="215"/>
      </w:trPr>
      <w:tc>
        <w:tcPr>
          <w:tcW w:w="7359" w:type="dxa"/>
        </w:tcPr>
        <w:p w14:paraId="6EB7D963" w14:textId="24CEF95C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11-11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074884">
                <w:t>11.11.2025</w:t>
              </w:r>
            </w:sdtContent>
          </w:sdt>
        </w:p>
      </w:tc>
    </w:tr>
  </w:tbl>
  <w:p w14:paraId="26F55D32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E051C22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6A02DD8" wp14:editId="7A0BB5D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750C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4518B4" w14:paraId="4C94F887" w14:textId="77777777" w:rsidTr="005A529F">
      <w:trPr>
        <w:trHeight w:hRule="exact" w:val="198"/>
      </w:trPr>
      <w:tc>
        <w:tcPr>
          <w:tcW w:w="7371" w:type="dxa"/>
        </w:tcPr>
        <w:p w14:paraId="27824B71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664474F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A0F4204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5010497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2E4D1656" wp14:editId="5E5EB17D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1CBF6DA" wp14:editId="38C9FF5C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C6C96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8563122" wp14:editId="5DA7AE7B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EDE93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0FB"/>
    <w:rsid w:val="0001564F"/>
    <w:rsid w:val="00025DF7"/>
    <w:rsid w:val="0005443A"/>
    <w:rsid w:val="00055891"/>
    <w:rsid w:val="00056031"/>
    <w:rsid w:val="00062822"/>
    <w:rsid w:val="00074884"/>
    <w:rsid w:val="0008169D"/>
    <w:rsid w:val="00094A49"/>
    <w:rsid w:val="00095819"/>
    <w:rsid w:val="000A3263"/>
    <w:rsid w:val="000B02C6"/>
    <w:rsid w:val="000F24A4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23438"/>
    <w:rsid w:val="00241027"/>
    <w:rsid w:val="002627A3"/>
    <w:rsid w:val="00285E67"/>
    <w:rsid w:val="0029378C"/>
    <w:rsid w:val="00295C6C"/>
    <w:rsid w:val="002A2B85"/>
    <w:rsid w:val="002D4EAE"/>
    <w:rsid w:val="003023FF"/>
    <w:rsid w:val="0034692F"/>
    <w:rsid w:val="00362821"/>
    <w:rsid w:val="003660CB"/>
    <w:rsid w:val="00372112"/>
    <w:rsid w:val="00381993"/>
    <w:rsid w:val="003A1AEF"/>
    <w:rsid w:val="003A1C1B"/>
    <w:rsid w:val="003C69DE"/>
    <w:rsid w:val="003D37C3"/>
    <w:rsid w:val="003E77B8"/>
    <w:rsid w:val="003F7DD3"/>
    <w:rsid w:val="00420C17"/>
    <w:rsid w:val="00423060"/>
    <w:rsid w:val="00436EB2"/>
    <w:rsid w:val="004518B4"/>
    <w:rsid w:val="00454337"/>
    <w:rsid w:val="004E1AAA"/>
    <w:rsid w:val="004F7170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E344E"/>
    <w:rsid w:val="0060196E"/>
    <w:rsid w:val="006333E9"/>
    <w:rsid w:val="00646688"/>
    <w:rsid w:val="00650096"/>
    <w:rsid w:val="00661485"/>
    <w:rsid w:val="00695278"/>
    <w:rsid w:val="006A5D7C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7F7796"/>
    <w:rsid w:val="00804393"/>
    <w:rsid w:val="00846FEA"/>
    <w:rsid w:val="008510DC"/>
    <w:rsid w:val="00862803"/>
    <w:rsid w:val="00862F38"/>
    <w:rsid w:val="00863B08"/>
    <w:rsid w:val="0087753B"/>
    <w:rsid w:val="008A2F5C"/>
    <w:rsid w:val="008B1907"/>
    <w:rsid w:val="008B572B"/>
    <w:rsid w:val="008B5ABA"/>
    <w:rsid w:val="008C051E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0487"/>
    <w:rsid w:val="009A4C91"/>
    <w:rsid w:val="009D38F8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030FB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267D8"/>
    <w:rsid w:val="00E308E8"/>
    <w:rsid w:val="00E402D4"/>
    <w:rsid w:val="00E91342"/>
    <w:rsid w:val="00F15040"/>
    <w:rsid w:val="00F46B41"/>
    <w:rsid w:val="00F96F22"/>
    <w:rsid w:val="00FA1CBC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B6257"/>
  <w15:docId w15:val="{4F955AC7-C05E-A147-9DF7-704CB8B5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223438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6486C98C2B23B4A9156826DA4EDDE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338E3F-6A5D-7146-8A61-49AA1FEE7A5D}"/>
      </w:docPartPr>
      <w:docPartBody>
        <w:p w:rsidR="000C530B" w:rsidRDefault="00000000">
          <w:pPr>
            <w:pStyle w:val="16486C98C2B23B4A9156826DA4EDDE7A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3B6"/>
    <w:rsid w:val="00013CF6"/>
    <w:rsid w:val="00056031"/>
    <w:rsid w:val="000C530B"/>
    <w:rsid w:val="003A1A27"/>
    <w:rsid w:val="003E6E36"/>
    <w:rsid w:val="00436EB2"/>
    <w:rsid w:val="006A5D7C"/>
    <w:rsid w:val="006D0E6D"/>
    <w:rsid w:val="008F33B6"/>
    <w:rsid w:val="009A0487"/>
    <w:rsid w:val="00E402D4"/>
    <w:rsid w:val="00F1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16486C98C2B23B4A9156826DA4EDDE7A">
    <w:name w:val="16486C98C2B23B4A9156826DA4EDDE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2025-11-11T00:00:00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(2).dotx</Template>
  <TotalTime>0</TotalTime>
  <Pages>2</Pages>
  <Words>98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6</cp:revision>
  <cp:lastPrinted>2019-11-28T10:39:00Z</cp:lastPrinted>
  <dcterms:created xsi:type="dcterms:W3CDTF">2025-11-10T12:40:00Z</dcterms:created>
  <dcterms:modified xsi:type="dcterms:W3CDTF">2025-11-11T10:20:00Z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